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86245D" w:rsidRPr="0086245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6245D" w:rsidRPr="0086245D">
        <w:rPr>
          <w:rFonts w:ascii="Times New Roman" w:hAnsi="Times New Roman"/>
          <w:b/>
        </w:rPr>
        <w:t>BP.271.26.2019.BS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6245D" w:rsidRPr="0086245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6245D" w:rsidRPr="0086245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6245D" w:rsidRPr="0086245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6245D" w:rsidRPr="0086245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6245D" w:rsidRPr="0086245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6245D" w:rsidRPr="0086245D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6245D" w:rsidRPr="0086245D">
        <w:rPr>
          <w:rFonts w:ascii="Times New Roman" w:hAnsi="Times New Roman"/>
          <w:b/>
        </w:rPr>
        <w:t>Przebudowa ul. Ametystowej w Zbrudzewie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86245D" w:rsidRPr="0086245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A4C" w:rsidRDefault="005C2A4C" w:rsidP="0038231F">
      <w:pPr>
        <w:spacing w:after="0" w:line="240" w:lineRule="auto"/>
      </w:pPr>
      <w:r>
        <w:separator/>
      </w:r>
    </w:p>
  </w:endnote>
  <w:endnote w:type="continuationSeparator" w:id="0">
    <w:p w:rsidR="005C2A4C" w:rsidRDefault="005C2A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5D" w:rsidRDefault="008624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12B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12BA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5D" w:rsidRDefault="008624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A4C" w:rsidRDefault="005C2A4C" w:rsidP="0038231F">
      <w:pPr>
        <w:spacing w:after="0" w:line="240" w:lineRule="auto"/>
      </w:pPr>
      <w:r>
        <w:separator/>
      </w:r>
    </w:p>
  </w:footnote>
  <w:footnote w:type="continuationSeparator" w:id="0">
    <w:p w:rsidR="005C2A4C" w:rsidRDefault="005C2A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5D" w:rsidRDefault="008624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5D" w:rsidRDefault="008624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5D" w:rsidRDefault="00862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4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2A4C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245D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2BA9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46353-6674-421F-BFFD-7DCC7651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2019-07-04T11:55:00Z</dcterms:created>
  <dcterms:modified xsi:type="dcterms:W3CDTF">2019-07-04T11:55:00Z</dcterms:modified>
</cp:coreProperties>
</file>